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2557F5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07C8416" w14:textId="77777777" w:rsidR="002557F5" w:rsidRPr="002557F5" w:rsidRDefault="00B67D39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557F5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46AAF68" w:rsidR="00B67D39" w:rsidRPr="003E089A" w:rsidRDefault="002557F5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F983B42" w:rsidR="00CC7E12" w:rsidRPr="002557F5" w:rsidRDefault="00CC7E12" w:rsidP="002557F5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462AA" w:rsidRPr="004462AA">
        <w:rPr>
          <w:rFonts w:cstheme="minorHAnsi"/>
          <w:b/>
          <w:i/>
        </w:rPr>
        <w:t xml:space="preserve">Wykonanie dokumentacji projektowej i robót budowlanych w branży elektroenergetycznej na terenie działania OŁD </w:t>
      </w:r>
      <w:r w:rsidR="004462AA">
        <w:rPr>
          <w:rFonts w:cstheme="minorHAnsi"/>
          <w:b/>
          <w:i/>
        </w:rPr>
        <w:t xml:space="preserve">                 </w:t>
      </w:r>
      <w:r w:rsidR="004462AA" w:rsidRPr="004462AA">
        <w:rPr>
          <w:rFonts w:cstheme="minorHAnsi"/>
          <w:b/>
          <w:i/>
        </w:rPr>
        <w:t>w RE Tomaszów Mazowiecki, RE Piotrków Trybunalski i RE Bełchatów, w podziale na 3 części</w:t>
      </w:r>
      <w:r w:rsidR="004462AA">
        <w:rPr>
          <w:rFonts w:cstheme="minorHAnsi"/>
          <w:bCs/>
          <w:iCs/>
        </w:rPr>
        <w:t xml:space="preserve">,                       </w:t>
      </w:r>
      <w:r w:rsidRPr="004462AA">
        <w:rPr>
          <w:rFonts w:cstheme="minorHAnsi"/>
          <w:bCs/>
          <w:iCs/>
        </w:rPr>
        <w:t>nr</w:t>
      </w:r>
      <w:r w:rsidRPr="00CC7E12">
        <w:rPr>
          <w:rFonts w:cstheme="minorHAnsi"/>
        </w:rPr>
        <w:t xml:space="preserve"> </w:t>
      </w:r>
      <w:r w:rsidR="00B44B81">
        <w:rPr>
          <w:rFonts w:cstheme="minorHAnsi"/>
          <w:b/>
        </w:rPr>
        <w:t>POST/DYS/OLD/GZ/0</w:t>
      </w:r>
      <w:r w:rsidR="004462AA">
        <w:rPr>
          <w:rFonts w:cstheme="minorHAnsi"/>
          <w:b/>
        </w:rPr>
        <w:t>4161</w:t>
      </w:r>
      <w:r w:rsidR="002557F5" w:rsidRPr="002557F5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557F5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6CD497FD" w14:textId="54E615F5" w:rsidR="002557F5" w:rsidRPr="00FF7F5A" w:rsidRDefault="00CC7E12" w:rsidP="002557F5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1E909A31" w14:textId="388A7536" w:rsidR="002557F5" w:rsidRDefault="002557F5" w:rsidP="002557F5">
      <w:pPr>
        <w:spacing w:after="0" w:line="288" w:lineRule="auto"/>
        <w:jc w:val="both"/>
        <w:rPr>
          <w:rFonts w:cstheme="minorHAnsi"/>
        </w:rPr>
      </w:pPr>
    </w:p>
    <w:p w14:paraId="32BF663E" w14:textId="77777777" w:rsidR="002557F5" w:rsidRPr="002C2C2F" w:rsidRDefault="002557F5" w:rsidP="002557F5">
      <w:pPr>
        <w:spacing w:after="0" w:line="288" w:lineRule="auto"/>
        <w:jc w:val="both"/>
        <w:rPr>
          <w:rFonts w:cstheme="minorHAnsi"/>
          <w:bCs/>
        </w:rPr>
      </w:pP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0C063F2F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48C4C9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B095E06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32FB4FC2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2557F5">
        <w:rPr>
          <w:rFonts w:cstheme="minorHAnsi"/>
        </w:rPr>
        <w:t xml:space="preserve">                                   </w:t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79AA5069" w14:textId="382C3E1A" w:rsidR="00CC7E12" w:rsidRDefault="00CC7E12" w:rsidP="00381365">
      <w:pPr>
        <w:rPr>
          <w:rFonts w:cstheme="minorHAnsi"/>
          <w:sz w:val="16"/>
        </w:rPr>
      </w:pPr>
    </w:p>
    <w:p w14:paraId="14573A33" w14:textId="77777777" w:rsidR="00FF7F5A" w:rsidRDefault="00FF7F5A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39A0C7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B81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7712" w14:textId="77777777" w:rsidR="002557F5" w:rsidRDefault="002557F5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63E21A05" w:rsidR="00347E8D" w:rsidRDefault="004462AA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4462A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OŁD w RE Tomaszów Mazowiecki,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   </w:t>
          </w:r>
          <w:r w:rsidRPr="004462A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Piotrków Trybunalski i RE Bełchatów, w podziale na 3 części.</w:t>
          </w:r>
        </w:p>
        <w:p w14:paraId="1A19274F" w14:textId="4F3DB681" w:rsidR="00347E8D" w:rsidRPr="006B2C28" w:rsidRDefault="00B44B8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4462A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4161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38FBEE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42128057">
    <w:abstractNumId w:val="17"/>
  </w:num>
  <w:num w:numId="2" w16cid:durableId="596985181">
    <w:abstractNumId w:val="7"/>
  </w:num>
  <w:num w:numId="3" w16cid:durableId="1703937484">
    <w:abstractNumId w:val="12"/>
  </w:num>
  <w:num w:numId="4" w16cid:durableId="1045300578">
    <w:abstractNumId w:val="19"/>
  </w:num>
  <w:num w:numId="5" w16cid:durableId="1976715315">
    <w:abstractNumId w:val="17"/>
  </w:num>
  <w:num w:numId="6" w16cid:durableId="1234001064">
    <w:abstractNumId w:val="17"/>
  </w:num>
  <w:num w:numId="7" w16cid:durableId="1876968834">
    <w:abstractNumId w:val="3"/>
  </w:num>
  <w:num w:numId="8" w16cid:durableId="1894460849">
    <w:abstractNumId w:val="26"/>
  </w:num>
  <w:num w:numId="9" w16cid:durableId="891574743">
    <w:abstractNumId w:val="16"/>
  </w:num>
  <w:num w:numId="10" w16cid:durableId="551773376">
    <w:abstractNumId w:val="4"/>
  </w:num>
  <w:num w:numId="11" w16cid:durableId="563956708">
    <w:abstractNumId w:val="13"/>
  </w:num>
  <w:num w:numId="12" w16cid:durableId="1501503116">
    <w:abstractNumId w:val="11"/>
  </w:num>
  <w:num w:numId="13" w16cid:durableId="318653462">
    <w:abstractNumId w:val="25"/>
  </w:num>
  <w:num w:numId="14" w16cid:durableId="1308559310">
    <w:abstractNumId w:val="21"/>
  </w:num>
  <w:num w:numId="15" w16cid:durableId="1670987599">
    <w:abstractNumId w:val="15"/>
  </w:num>
  <w:num w:numId="16" w16cid:durableId="1239287140">
    <w:abstractNumId w:val="9"/>
  </w:num>
  <w:num w:numId="17" w16cid:durableId="744498141">
    <w:abstractNumId w:val="5"/>
  </w:num>
  <w:num w:numId="18" w16cid:durableId="7116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86588346">
    <w:abstractNumId w:val="0"/>
  </w:num>
  <w:num w:numId="20" w16cid:durableId="1675525326">
    <w:abstractNumId w:val="27"/>
  </w:num>
  <w:num w:numId="21" w16cid:durableId="1748333818">
    <w:abstractNumId w:val="1"/>
  </w:num>
  <w:num w:numId="22" w16cid:durableId="1277639174">
    <w:abstractNumId w:val="14"/>
  </w:num>
  <w:num w:numId="23" w16cid:durableId="455414277">
    <w:abstractNumId w:val="10"/>
  </w:num>
  <w:num w:numId="24" w16cid:durableId="1565293841">
    <w:abstractNumId w:val="20"/>
  </w:num>
  <w:num w:numId="25" w16cid:durableId="822504967">
    <w:abstractNumId w:val="24"/>
  </w:num>
  <w:num w:numId="26" w16cid:durableId="1122070455">
    <w:abstractNumId w:val="2"/>
  </w:num>
  <w:num w:numId="27" w16cid:durableId="548568724">
    <w:abstractNumId w:val="23"/>
  </w:num>
  <w:num w:numId="28" w16cid:durableId="711149894">
    <w:abstractNumId w:val="22"/>
  </w:num>
  <w:num w:numId="29" w16cid:durableId="17000065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540381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57F5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089A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2AA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430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6D0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08D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4B81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41F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POST/DYS/OLD/GZ/04161/2025                        </dmsv2SWPP2ObjectNumber>
    <dmsv2SWPP2SumMD5 xmlns="http://schemas.microsoft.com/sharepoint/v3">1c3bc9cbeea2f1f340948cb9096181d4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23769468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DPFVW34YURAE-1996658973-6894</_dlc_DocId>
    <_dlc_DocIdUrl xmlns="a19cb1c7-c5c7-46d4-85ae-d83685407bba">
      <Url>https://swpp2.dms.gkpge.pl/sites/40/_layouts/15/DocIdRedir.aspx?ID=DPFVW34YURAE-1996658973-6894</Url>
      <Description>DPFVW34YURAE-1996658973-6894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6B1BDF-D27A-41A5-B985-9AF258AAEA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b6a7fc3-c441-41c3-bbfc-a960266391e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31B83F-9AE4-4630-AF4C-383282CBE5E7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D19114-1EED-406F-AD76-E0A4AA32990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8</cp:revision>
  <cp:lastPrinted>2024-07-15T11:21:00Z</cp:lastPrinted>
  <dcterms:created xsi:type="dcterms:W3CDTF">2025-10-02T08:07:00Z</dcterms:created>
  <dcterms:modified xsi:type="dcterms:W3CDTF">2025-11-18T09:49:00Z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8256dbf8-5670-46e6-a267-60e20167359c</vt:lpwstr>
  </property>
</Properties>
</file>